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4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537"/>
        <w:gridCol w:w="4906"/>
      </w:tblGrid>
      <w:tr w:rsidR="0002562E" w:rsidRPr="003B146D" w14:paraId="17883E48" w14:textId="77777777" w:rsidTr="00DD35A4">
        <w:trPr>
          <w:cantSplit/>
          <w:trHeight w:val="292"/>
        </w:trPr>
        <w:tc>
          <w:tcPr>
            <w:tcW w:w="4537" w:type="dxa"/>
          </w:tcPr>
          <w:p w14:paraId="6E1350D3" w14:textId="77777777" w:rsidR="008E4740" w:rsidRPr="008E4740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>Transpordiamet</w:t>
            </w:r>
          </w:p>
          <w:p w14:paraId="7610B346" w14:textId="5CD98A8C" w:rsidR="008E4740" w:rsidRPr="008E4740" w:rsidRDefault="00E955E5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>
              <w:rPr>
                <w:rFonts w:cs="Arial"/>
                <w:color w:val="000000"/>
                <w:sz w:val="22"/>
                <w:szCs w:val="22"/>
                <w:lang w:val="et-EE"/>
              </w:rPr>
              <w:t>Teelise 4</w:t>
            </w:r>
          </w:p>
          <w:p w14:paraId="79BA71BF" w14:textId="2E4E38BA" w:rsidR="0002562E" w:rsidRPr="003B146D" w:rsidRDefault="008E4740" w:rsidP="008E474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8E4740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Tallinn </w:t>
            </w:r>
            <w:r w:rsidR="00E955E5" w:rsidRPr="00E955E5">
              <w:rPr>
                <w:rFonts w:cs="Arial"/>
                <w:color w:val="000000"/>
                <w:sz w:val="22"/>
                <w:szCs w:val="22"/>
              </w:rPr>
              <w:t>10916</w:t>
            </w:r>
          </w:p>
        </w:tc>
        <w:tc>
          <w:tcPr>
            <w:tcW w:w="4906" w:type="dxa"/>
          </w:tcPr>
          <w:p w14:paraId="00AAAD31" w14:textId="77777777" w:rsidR="0002562E" w:rsidRPr="003B146D" w:rsidRDefault="0002562E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2EC2ED92" w14:textId="77777777" w:rsidR="00EA6824" w:rsidRPr="003B146D" w:rsidRDefault="00EA6824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0720B96F" w14:textId="7B73F20C" w:rsidR="00C67E9D" w:rsidRPr="003B146D" w:rsidRDefault="00F430AF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  <w:r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Meie: </w:t>
            </w:r>
            <w:r w:rsidR="00B0615D">
              <w:rPr>
                <w:rFonts w:cs="Arial"/>
                <w:color w:val="000000"/>
                <w:sz w:val="22"/>
                <w:szCs w:val="22"/>
                <w:lang w:val="et-EE"/>
              </w:rPr>
              <w:t>0</w:t>
            </w:r>
            <w:r w:rsidR="00E955E5">
              <w:rPr>
                <w:rFonts w:cs="Arial"/>
                <w:color w:val="000000"/>
                <w:sz w:val="22"/>
                <w:szCs w:val="22"/>
                <w:lang w:val="et-EE"/>
              </w:rPr>
              <w:t>1</w:t>
            </w:r>
            <w:r w:rsidR="00B0615D">
              <w:rPr>
                <w:rFonts w:cs="Arial"/>
                <w:color w:val="000000"/>
                <w:sz w:val="22"/>
                <w:szCs w:val="22"/>
                <w:lang w:val="et-EE"/>
              </w:rPr>
              <w:t>.0</w:t>
            </w:r>
            <w:r w:rsidR="00E955E5">
              <w:rPr>
                <w:rFonts w:cs="Arial"/>
                <w:color w:val="000000"/>
                <w:sz w:val="22"/>
                <w:szCs w:val="22"/>
                <w:lang w:val="et-EE"/>
              </w:rPr>
              <w:t>8</w:t>
            </w:r>
            <w:r w:rsidR="00B0615D">
              <w:rPr>
                <w:rFonts w:cs="Arial"/>
                <w:color w:val="000000"/>
                <w:sz w:val="22"/>
                <w:szCs w:val="22"/>
                <w:lang w:val="et-EE"/>
              </w:rPr>
              <w:t>.202</w:t>
            </w:r>
            <w:r w:rsidR="00E955E5">
              <w:rPr>
                <w:rFonts w:cs="Arial"/>
                <w:color w:val="000000"/>
                <w:sz w:val="22"/>
                <w:szCs w:val="22"/>
                <w:lang w:val="et-EE"/>
              </w:rPr>
              <w:t>5</w:t>
            </w:r>
            <w:r w:rsidR="0026107D" w:rsidRPr="003B146D">
              <w:rPr>
                <w:rFonts w:cs="Arial"/>
                <w:color w:val="000000"/>
                <w:sz w:val="22"/>
                <w:szCs w:val="22"/>
                <w:lang w:val="et-EE"/>
              </w:rPr>
              <w:t xml:space="preserve"> </w:t>
            </w:r>
          </w:p>
          <w:p w14:paraId="0D768991" w14:textId="77777777" w:rsidR="0002562E" w:rsidRPr="003B146D" w:rsidRDefault="0002562E" w:rsidP="00F430AF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  <w:tr w:rsidR="00F430AF" w:rsidRPr="003B146D" w14:paraId="1FB48EC6" w14:textId="77777777" w:rsidTr="00DD35A4">
        <w:trPr>
          <w:cantSplit/>
          <w:trHeight w:val="292"/>
        </w:trPr>
        <w:tc>
          <w:tcPr>
            <w:tcW w:w="4537" w:type="dxa"/>
          </w:tcPr>
          <w:p w14:paraId="60CA0DA2" w14:textId="77777777" w:rsidR="00B9713A" w:rsidRDefault="00B9713A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4279EE42" w14:textId="77777777" w:rsidR="008E4740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  <w:p w14:paraId="5AB6396F" w14:textId="77777777" w:rsidR="008E4740" w:rsidRPr="003B146D" w:rsidRDefault="008E4740" w:rsidP="00F430AF">
            <w:pPr>
              <w:autoSpaceDE w:val="0"/>
              <w:autoSpaceDN w:val="0"/>
              <w:adjustRightInd w:val="0"/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  <w:tc>
          <w:tcPr>
            <w:tcW w:w="4906" w:type="dxa"/>
          </w:tcPr>
          <w:p w14:paraId="1BC640E7" w14:textId="77777777" w:rsidR="00F430AF" w:rsidRPr="003B146D" w:rsidRDefault="00F430AF" w:rsidP="00035C11">
            <w:pPr>
              <w:jc w:val="both"/>
              <w:rPr>
                <w:rFonts w:cs="Arial"/>
                <w:color w:val="000000"/>
                <w:sz w:val="22"/>
                <w:szCs w:val="22"/>
                <w:lang w:val="et-EE"/>
              </w:rPr>
            </w:pPr>
          </w:p>
        </w:tc>
      </w:tr>
    </w:tbl>
    <w:p w14:paraId="6CD605E3" w14:textId="77777777" w:rsidR="00724D36" w:rsidRDefault="008E4740" w:rsidP="00F429DF">
      <w:pPr>
        <w:pStyle w:val="BodyText"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Kinnituskiri</w:t>
      </w:r>
    </w:p>
    <w:p w14:paraId="69ACCC00" w14:textId="77777777" w:rsidR="008E4740" w:rsidRPr="00FD61ED" w:rsidRDefault="008E4740" w:rsidP="00F429DF">
      <w:pPr>
        <w:pStyle w:val="BodyText"/>
        <w:jc w:val="both"/>
        <w:rPr>
          <w:rFonts w:cs="Arial"/>
          <w:sz w:val="22"/>
          <w:szCs w:val="22"/>
        </w:rPr>
      </w:pPr>
    </w:p>
    <w:p w14:paraId="15AACA78" w14:textId="242936C4" w:rsidR="0E208CD6" w:rsidRDefault="0E208CD6" w:rsidP="0E208CD6">
      <w:pPr>
        <w:jc w:val="both"/>
        <w:rPr>
          <w:sz w:val="22"/>
          <w:szCs w:val="22"/>
        </w:rPr>
      </w:pPr>
    </w:p>
    <w:p w14:paraId="40846991" w14:textId="666F1387" w:rsidR="00724D36" w:rsidRDefault="00E955E5" w:rsidP="00942A00">
      <w:pPr>
        <w:jc w:val="both"/>
        <w:rPr>
          <w:rFonts w:cs="Arial"/>
          <w:sz w:val="22"/>
          <w:szCs w:val="22"/>
        </w:rPr>
      </w:pPr>
      <w:r>
        <w:rPr>
          <w:sz w:val="22"/>
          <w:szCs w:val="22"/>
        </w:rPr>
        <w:t>Imatra AS</w:t>
      </w:r>
      <w:r w:rsidR="008E4740" w:rsidRPr="0E208CD6">
        <w:rPr>
          <w:sz w:val="22"/>
          <w:szCs w:val="22"/>
        </w:rPr>
        <w:t xml:space="preserve"> </w:t>
      </w:r>
      <w:r>
        <w:rPr>
          <w:sz w:val="22"/>
          <w:szCs w:val="22"/>
        </w:rPr>
        <w:t>kinnitab</w:t>
      </w:r>
      <w:r w:rsidR="008E4740" w:rsidRPr="0E208CD6">
        <w:rPr>
          <w:sz w:val="22"/>
          <w:szCs w:val="22"/>
        </w:rPr>
        <w:t xml:space="preserve">, et </w:t>
      </w:r>
      <w:r w:rsidRPr="00E955E5">
        <w:rPr>
          <w:sz w:val="22"/>
          <w:szCs w:val="22"/>
        </w:rPr>
        <w:t>on nõus vastava vara omandama otsustuskorras võõrandamise teel</w:t>
      </w:r>
      <w:r>
        <w:rPr>
          <w:sz w:val="22"/>
          <w:szCs w:val="22"/>
        </w:rPr>
        <w:t xml:space="preserve"> </w:t>
      </w:r>
      <w:r w:rsidRPr="00E955E5">
        <w:rPr>
          <w:sz w:val="22"/>
          <w:szCs w:val="22"/>
        </w:rPr>
        <w:t>Riigimaantee nr 11251 Viimsi-Rohuneeme km 0,0-1,1, proj nr 08044-T</w:t>
      </w:r>
      <w:r>
        <w:rPr>
          <w:sz w:val="22"/>
          <w:szCs w:val="22"/>
        </w:rPr>
        <w:t xml:space="preserve"> käigus paigaldatud </w:t>
      </w:r>
      <w:r w:rsidR="00F34541">
        <w:rPr>
          <w:sz w:val="22"/>
          <w:szCs w:val="22"/>
        </w:rPr>
        <w:t xml:space="preserve">403,5m </w:t>
      </w:r>
      <w:r>
        <w:rPr>
          <w:sz w:val="22"/>
          <w:szCs w:val="22"/>
        </w:rPr>
        <w:t>reservkaitsetoru</w:t>
      </w:r>
      <w:r w:rsidR="00F34541">
        <w:rPr>
          <w:sz w:val="22"/>
          <w:szCs w:val="22"/>
        </w:rPr>
        <w:t>si</w:t>
      </w:r>
      <w:r>
        <w:rPr>
          <w:sz w:val="22"/>
          <w:szCs w:val="22"/>
        </w:rPr>
        <w:t>d</w:t>
      </w:r>
      <w:r w:rsidR="00F34541">
        <w:rPr>
          <w:sz w:val="22"/>
          <w:szCs w:val="22"/>
        </w:rPr>
        <w:t xml:space="preserve"> tasudes riigile</w:t>
      </w:r>
      <w:r>
        <w:rPr>
          <w:sz w:val="22"/>
          <w:szCs w:val="22"/>
        </w:rPr>
        <w:t xml:space="preserve"> </w:t>
      </w:r>
      <w:r w:rsidR="00942A00">
        <w:rPr>
          <w:sz w:val="22"/>
          <w:szCs w:val="22"/>
        </w:rPr>
        <w:t>1958,52€ ilma km-ta.</w:t>
      </w:r>
    </w:p>
    <w:p w14:paraId="32D2A61C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563B501F" w14:textId="77777777" w:rsidR="008E4740" w:rsidRDefault="008E4740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</w:p>
    <w:p w14:paraId="3C7D87D5" w14:textId="77777777" w:rsidR="00724D36" w:rsidRPr="00FD61ED" w:rsidRDefault="00724D36" w:rsidP="00724D36">
      <w:pPr>
        <w:pStyle w:val="BodyText"/>
        <w:spacing w:after="0"/>
        <w:jc w:val="both"/>
        <w:rPr>
          <w:rFonts w:cs="Arial"/>
          <w:sz w:val="22"/>
          <w:szCs w:val="22"/>
        </w:rPr>
      </w:pPr>
      <w:r w:rsidRPr="00FD61ED">
        <w:rPr>
          <w:rFonts w:cs="Arial"/>
          <w:sz w:val="22"/>
          <w:szCs w:val="22"/>
        </w:rPr>
        <w:t>Lugupidamisega</w:t>
      </w:r>
    </w:p>
    <w:p w14:paraId="36D0D6AA" w14:textId="77777777" w:rsidR="00724D36" w:rsidRPr="00FD61ED" w:rsidRDefault="00724D36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04C7FAE6" w14:textId="31186943" w:rsidR="006F37B0" w:rsidRDefault="00F34541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Antoni Havi</w:t>
      </w:r>
    </w:p>
    <w:p w14:paraId="13E65C55" w14:textId="77777777" w:rsidR="00F34541" w:rsidRDefault="00B0615D" w:rsidP="00F34541">
      <w:pPr>
        <w:pStyle w:val="BodyText"/>
        <w:spacing w:after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lang w:val="et-EE"/>
        </w:rPr>
        <w:t>Projektijuht</w:t>
      </w:r>
    </w:p>
    <w:p w14:paraId="06F0F372" w14:textId="45FEB075" w:rsidR="008E4740" w:rsidRDefault="00F34541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>
        <w:rPr>
          <w:rFonts w:cs="Arial"/>
          <w:color w:val="000000"/>
          <w:sz w:val="22"/>
          <w:szCs w:val="22"/>
          <w:lang w:val="et-EE"/>
        </w:rPr>
        <w:t>Imatra AS volitatud esindaja</w:t>
      </w:r>
    </w:p>
    <w:p w14:paraId="44C5C992" w14:textId="33C8FEFA" w:rsidR="00F34541" w:rsidRDefault="008C611C" w:rsidP="00F34541">
      <w:pPr>
        <w:pStyle w:val="BodyText"/>
        <w:spacing w:after="0"/>
        <w:jc w:val="both"/>
        <w:rPr>
          <w:rFonts w:cs="Arial"/>
          <w:sz w:val="22"/>
          <w:szCs w:val="22"/>
        </w:rPr>
      </w:pPr>
      <w:r>
        <w:rPr>
          <w:rFonts w:cs="Arial"/>
          <w:color w:val="000000"/>
          <w:sz w:val="22"/>
          <w:szCs w:val="22"/>
          <w:lang w:val="et-EE"/>
        </w:rPr>
        <w:t xml:space="preserve">Elektrilevi </w:t>
      </w:r>
      <w:r w:rsidR="00F34541">
        <w:rPr>
          <w:rFonts w:cs="Arial"/>
          <w:color w:val="000000"/>
          <w:sz w:val="22"/>
          <w:szCs w:val="22"/>
          <w:lang w:val="et-EE"/>
        </w:rPr>
        <w:t>OÜ</w:t>
      </w:r>
    </w:p>
    <w:p w14:paraId="019D2E28" w14:textId="72D2CA37" w:rsidR="008C611C" w:rsidRDefault="008C611C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060052CE" w14:textId="77777777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5756AFF" w14:textId="77777777" w:rsidR="008E4740" w:rsidRPr="00FD61ED" w:rsidRDefault="008E4740" w:rsidP="008E4740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  <w:r w:rsidRPr="00FD61ED">
        <w:rPr>
          <w:rFonts w:cs="Arial"/>
          <w:color w:val="000000"/>
          <w:sz w:val="22"/>
          <w:szCs w:val="22"/>
          <w:lang w:val="et-EE"/>
        </w:rPr>
        <w:t>(allkirjastatud digitaalselt)</w:t>
      </w:r>
    </w:p>
    <w:p w14:paraId="1496ACE3" w14:textId="6342ED11" w:rsidR="008E4740" w:rsidRDefault="008E4740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65B06845" w14:textId="77777777" w:rsidR="00B0615D" w:rsidRDefault="00B0615D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1061A9D1" w14:textId="77777777" w:rsidR="00B0615D" w:rsidRDefault="00B0615D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13755E9F" w14:textId="77777777" w:rsidR="00B0615D" w:rsidRDefault="00B0615D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76F120CA" w14:textId="77777777" w:rsidR="00B0615D" w:rsidRDefault="00B0615D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51C93DA6" w14:textId="73F8A399" w:rsidR="00B0615D" w:rsidRDefault="00B0615D" w:rsidP="0E208CD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p w14:paraId="1E6250EF" w14:textId="2E5CD47E" w:rsidR="0E208CD6" w:rsidRDefault="0E208CD6"/>
    <w:p w14:paraId="69868157" w14:textId="4E9DB73D" w:rsidR="0E208CD6" w:rsidRDefault="0E208CD6"/>
    <w:tbl>
      <w:tblPr>
        <w:tblW w:w="0" w:type="auto"/>
        <w:jc w:val="right"/>
        <w:tblCellSpacing w:w="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6"/>
        <w:gridCol w:w="599"/>
        <w:gridCol w:w="599"/>
        <w:gridCol w:w="621"/>
      </w:tblGrid>
      <w:tr w:rsidR="00F34541" w14:paraId="6C335A58" w14:textId="77777777" w:rsidTr="0E208CD6">
        <w:trPr>
          <w:tblCellSpacing w:w="22" w:type="dxa"/>
          <w:jc w:val="right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9D0300" w14:textId="084B4C8B" w:rsidR="00F34541" w:rsidRDefault="00F34541" w:rsidP="00F34541">
            <w:pPr>
              <w:jc w:val="right"/>
              <w:rPr>
                <w:sz w:val="22"/>
                <w:szCs w:val="22"/>
                <w:lang w:val="et-EE" w:eastAsia="et-EE"/>
              </w:rPr>
            </w:pPr>
            <w:r>
              <w:rPr>
                <w:noProof/>
              </w:rPr>
              <w:drawing>
                <wp:inline distT="0" distB="0" distL="0" distR="0" wp14:anchorId="069140C1" wp14:editId="46C82BF6">
                  <wp:extent cx="2247900" cy="1013460"/>
                  <wp:effectExtent l="0" t="0" r="0" b="15240"/>
                  <wp:docPr id="54921043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013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88FDA6" w14:textId="53ECEACE" w:rsidR="00F34541" w:rsidRDefault="00F34541" w:rsidP="00F34541">
            <w:pPr>
              <w:rPr>
                <w:lang w:eastAsia="et-EE"/>
              </w:rPr>
            </w:pPr>
            <w:hyperlink r:id="rId12" w:history="1">
              <w:r>
                <w:rPr>
                  <w:rStyle w:val="Hyperlink"/>
                </w:rPr>
                <w:pict w14:anchorId="0F0F2AE2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i1147" type="#_x0000_t75" alt="Elektrilevi OÜ" style="width:26.4pt;height:26.4pt">
                    <v:imagedata r:id="rId13" o:title="432CDC24"/>
                  </v:shape>
                </w:pic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77C3AB" w14:textId="507E1C59" w:rsidR="00F34541" w:rsidRDefault="00F34541" w:rsidP="00F34541">
            <w:pPr>
              <w:rPr>
                <w:lang w:eastAsia="et-EE"/>
              </w:rPr>
            </w:pPr>
            <w:hyperlink r:id="rId14" w:history="1">
              <w:r>
                <w:rPr>
                  <w:rStyle w:val="Hyperlink"/>
                </w:rPr>
                <w:pict w14:anchorId="5BAB2A2E">
                  <v:shape id="_x0000_i1148" type="#_x0000_t75" alt="Elektrilevi OÜ" style="width:26.4pt;height:26.4pt">
                    <v:imagedata r:id="rId15" o:title="DBB3A9D2"/>
                  </v:shape>
                </w:pict>
              </w:r>
            </w:hyperlink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9A1C10" w14:textId="30E0A195" w:rsidR="00F34541" w:rsidRDefault="00F34541" w:rsidP="00F34541">
            <w:pPr>
              <w:rPr>
                <w:lang w:eastAsia="et-EE"/>
              </w:rPr>
            </w:pPr>
            <w:hyperlink r:id="rId16" w:history="1">
              <w:r>
                <w:rPr>
                  <w:rStyle w:val="Hyperlink"/>
                </w:rPr>
                <w:pict w14:anchorId="09698A05">
                  <v:shape id="_x0000_i1149" type="#_x0000_t75" alt="Elektrilevi OÜ" style="width:26.4pt;height:26.4pt">
                    <v:imagedata r:id="rId17" o:title="9EABF9B0"/>
                  </v:shape>
                </w:pict>
              </w:r>
            </w:hyperlink>
          </w:p>
        </w:tc>
      </w:tr>
    </w:tbl>
    <w:p w14:paraId="6063B1F8" w14:textId="77777777" w:rsidR="00B0615D" w:rsidRPr="00AE0352" w:rsidRDefault="00B0615D" w:rsidP="00724D36">
      <w:pPr>
        <w:autoSpaceDE w:val="0"/>
        <w:autoSpaceDN w:val="0"/>
        <w:adjustRightInd w:val="0"/>
        <w:jc w:val="both"/>
        <w:rPr>
          <w:rFonts w:cs="Arial"/>
          <w:color w:val="000000"/>
          <w:sz w:val="22"/>
          <w:szCs w:val="22"/>
          <w:lang w:val="et-EE"/>
        </w:rPr>
      </w:pPr>
    </w:p>
    <w:sectPr w:rsidR="00B0615D" w:rsidRPr="00AE0352">
      <w:footerReference w:type="first" r:id="rId18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DD2DA" w14:textId="77777777" w:rsidR="00327E5B" w:rsidRDefault="00327E5B">
      <w:r>
        <w:separator/>
      </w:r>
    </w:p>
  </w:endnote>
  <w:endnote w:type="continuationSeparator" w:id="0">
    <w:p w14:paraId="68222910" w14:textId="77777777" w:rsidR="00327E5B" w:rsidRDefault="0032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0" w:type="auto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3471"/>
      <w:gridCol w:w="2150"/>
    </w:tblGrid>
    <w:tr w:rsidR="00E30C7C" w14:paraId="0E3FDC0E" w14:textId="77777777" w:rsidTr="00887B76">
      <w:tc>
        <w:tcPr>
          <w:tcW w:w="3471" w:type="dxa"/>
        </w:tcPr>
        <w:p w14:paraId="3655E087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17937017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E30C7C" w14:paraId="48C7D197" w14:textId="77777777" w:rsidTr="00887B76">
      <w:tc>
        <w:tcPr>
          <w:tcW w:w="3471" w:type="dxa"/>
        </w:tcPr>
        <w:p w14:paraId="42E9B351" w14:textId="77777777" w:rsidR="00E30C7C" w:rsidRDefault="00E30C7C" w:rsidP="003B146D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2150" w:type="dxa"/>
        </w:tcPr>
        <w:p w14:paraId="1A91070A" w14:textId="77777777" w:rsidR="00E30C7C" w:rsidRDefault="00E30C7C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4C06838" w14:textId="3A78F4CD" w:rsidR="003B146D" w:rsidRPr="003B146D" w:rsidRDefault="00B0615D" w:rsidP="00285C00">
    <w:pPr>
      <w:pStyle w:val="Footer"/>
      <w:rPr>
        <w:sz w:val="20"/>
        <w:szCs w:val="20"/>
      </w:rPr>
    </w:pPr>
    <w:r>
      <w:rPr>
        <w:b/>
        <w:bCs/>
        <w:sz w:val="20"/>
        <w:szCs w:val="20"/>
      </w:rPr>
      <w:t>ELEKTRILEVI OÜ</w:t>
    </w:r>
    <w:r w:rsidR="00285C00" w:rsidRPr="003B146D">
      <w:rPr>
        <w:b/>
        <w:bCs/>
        <w:sz w:val="20"/>
        <w:szCs w:val="20"/>
      </w:rPr>
      <w:t xml:space="preserve"> </w:t>
    </w:r>
    <w:r w:rsidR="003B146D" w:rsidRPr="003B146D">
      <w:rPr>
        <w:b/>
        <w:bCs/>
        <w:sz w:val="20"/>
        <w:szCs w:val="20"/>
      </w:rPr>
      <w:t xml:space="preserve">          </w:t>
    </w:r>
    <w:r>
      <w:rPr>
        <w:b/>
        <w:bCs/>
        <w:sz w:val="20"/>
        <w:szCs w:val="20"/>
      </w:rPr>
      <w:t xml:space="preserve">        </w:t>
    </w:r>
    <w:r w:rsidR="00285C00" w:rsidRPr="003B146D">
      <w:rPr>
        <w:sz w:val="20"/>
        <w:szCs w:val="20"/>
      </w:rPr>
      <w:t xml:space="preserve">Tel </w:t>
    </w:r>
    <w:r>
      <w:rPr>
        <w:sz w:val="20"/>
        <w:szCs w:val="20"/>
      </w:rPr>
      <w:t>7154230</w:t>
    </w:r>
  </w:p>
  <w:p w14:paraId="546B086E" w14:textId="5707D962" w:rsidR="003B146D" w:rsidRPr="003B146D" w:rsidRDefault="003B146D" w:rsidP="003B146D">
    <w:pPr>
      <w:pStyle w:val="Footer"/>
      <w:rPr>
        <w:sz w:val="20"/>
        <w:szCs w:val="20"/>
      </w:rPr>
    </w:pPr>
    <w:r w:rsidRPr="003B146D">
      <w:rPr>
        <w:sz w:val="20"/>
        <w:szCs w:val="20"/>
      </w:rPr>
      <w:t xml:space="preserve">Veskiposti 2, 10138 Tallinn      </w:t>
    </w:r>
    <w:hyperlink r:id="rId1" w:history="1">
      <w:r w:rsidR="00B0615D" w:rsidRPr="00216A01">
        <w:rPr>
          <w:rStyle w:val="Hyperlink"/>
          <w:sz w:val="20"/>
          <w:szCs w:val="20"/>
        </w:rPr>
        <w:t>elektrilevi@elektrilevi.ee</w:t>
      </w:r>
    </w:hyperlink>
  </w:p>
  <w:p w14:paraId="292F46DE" w14:textId="57E8C7DB" w:rsidR="00E30C7C" w:rsidRPr="003B146D" w:rsidRDefault="003B146D" w:rsidP="00285C00">
    <w:pPr>
      <w:pStyle w:val="Footer"/>
      <w:rPr>
        <w:sz w:val="16"/>
        <w:szCs w:val="16"/>
      </w:rPr>
    </w:pPr>
    <w:r w:rsidRPr="003B146D">
      <w:rPr>
        <w:sz w:val="20"/>
        <w:szCs w:val="20"/>
      </w:rPr>
      <w:t>Reg.kood 1</w:t>
    </w:r>
    <w:r w:rsidR="00B0615D">
      <w:rPr>
        <w:sz w:val="20"/>
        <w:szCs w:val="20"/>
      </w:rPr>
      <w:t>1050857</w:t>
    </w:r>
    <w:r w:rsidRPr="003B146D">
      <w:rPr>
        <w:sz w:val="20"/>
        <w:szCs w:val="20"/>
      </w:rPr>
      <w:t xml:space="preserve">                 </w:t>
    </w:r>
    <w:hyperlink r:id="rId2" w:history="1">
      <w:r w:rsidR="00B0615D" w:rsidRPr="00216A01">
        <w:rPr>
          <w:rStyle w:val="Hyperlink"/>
          <w:sz w:val="20"/>
          <w:szCs w:val="20"/>
        </w:rPr>
        <w:t>www.elektrilevi.ee</w:t>
      </w:r>
    </w:hyperlink>
    <w:r>
      <w:rPr>
        <w:sz w:val="16"/>
        <w:szCs w:val="16"/>
      </w:rPr>
      <w:tab/>
    </w:r>
    <w:r w:rsidR="00627EAB">
      <w:rPr>
        <w:noProof/>
      </w:rPr>
      <w:drawing>
        <wp:anchor distT="0" distB="0" distL="114300" distR="114300" simplePos="0" relativeHeight="251657728" behindDoc="0" locked="0" layoutInCell="1" allowOverlap="1" wp14:anchorId="276A8124" wp14:editId="3BE909B6">
          <wp:simplePos x="0" y="0"/>
          <wp:positionH relativeFrom="column">
            <wp:posOffset>1135380</wp:posOffset>
          </wp:positionH>
          <wp:positionV relativeFrom="paragraph">
            <wp:posOffset>9531985</wp:posOffset>
          </wp:positionV>
          <wp:extent cx="1480185" cy="664210"/>
          <wp:effectExtent l="0" t="0" r="0" b="0"/>
          <wp:wrapNone/>
          <wp:docPr id="1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0185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92ABBD" w14:textId="77777777" w:rsidR="00327E5B" w:rsidRDefault="00327E5B">
      <w:r>
        <w:separator/>
      </w:r>
    </w:p>
  </w:footnote>
  <w:footnote w:type="continuationSeparator" w:id="0">
    <w:p w14:paraId="5FADAC08" w14:textId="77777777" w:rsidR="00327E5B" w:rsidRDefault="00327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B1127E"/>
    <w:multiLevelType w:val="hybridMultilevel"/>
    <w:tmpl w:val="205A63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410103"/>
    <w:multiLevelType w:val="hybridMultilevel"/>
    <w:tmpl w:val="2D6CCD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50B80"/>
    <w:multiLevelType w:val="hybridMultilevel"/>
    <w:tmpl w:val="D17870A6"/>
    <w:lvl w:ilvl="0" w:tplc="2E1C74B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1F6EDD"/>
    <w:multiLevelType w:val="hybridMultilevel"/>
    <w:tmpl w:val="545E0B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2137510">
    <w:abstractNumId w:val="2"/>
  </w:num>
  <w:num w:numId="2" w16cid:durableId="1156914061">
    <w:abstractNumId w:val="0"/>
  </w:num>
  <w:num w:numId="3" w16cid:durableId="5081843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46244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7"/>
    <w:rsid w:val="00005025"/>
    <w:rsid w:val="00005BC0"/>
    <w:rsid w:val="00007914"/>
    <w:rsid w:val="0002562E"/>
    <w:rsid w:val="000279AD"/>
    <w:rsid w:val="000346FB"/>
    <w:rsid w:val="00035C11"/>
    <w:rsid w:val="0005129A"/>
    <w:rsid w:val="00066CC3"/>
    <w:rsid w:val="0007054B"/>
    <w:rsid w:val="000A0C8C"/>
    <w:rsid w:val="000A18DA"/>
    <w:rsid w:val="000D6CC2"/>
    <w:rsid w:val="000F3A76"/>
    <w:rsid w:val="00100EE2"/>
    <w:rsid w:val="00102B87"/>
    <w:rsid w:val="001059CF"/>
    <w:rsid w:val="0011244E"/>
    <w:rsid w:val="001423ED"/>
    <w:rsid w:val="00150A4D"/>
    <w:rsid w:val="00156327"/>
    <w:rsid w:val="00171261"/>
    <w:rsid w:val="001979F5"/>
    <w:rsid w:val="001C6AF0"/>
    <w:rsid w:val="00206E91"/>
    <w:rsid w:val="00215317"/>
    <w:rsid w:val="00216C0F"/>
    <w:rsid w:val="00220750"/>
    <w:rsid w:val="002254CD"/>
    <w:rsid w:val="0023003F"/>
    <w:rsid w:val="00233857"/>
    <w:rsid w:val="0024648A"/>
    <w:rsid w:val="0026107D"/>
    <w:rsid w:val="0028510B"/>
    <w:rsid w:val="00285C00"/>
    <w:rsid w:val="00286F9B"/>
    <w:rsid w:val="00295014"/>
    <w:rsid w:val="00295B24"/>
    <w:rsid w:val="002A4B62"/>
    <w:rsid w:val="002B2448"/>
    <w:rsid w:val="002B4773"/>
    <w:rsid w:val="002C0A28"/>
    <w:rsid w:val="002C3735"/>
    <w:rsid w:val="002D090A"/>
    <w:rsid w:val="002D63E6"/>
    <w:rsid w:val="00305BE9"/>
    <w:rsid w:val="00307D17"/>
    <w:rsid w:val="00310886"/>
    <w:rsid w:val="00323873"/>
    <w:rsid w:val="00324ED5"/>
    <w:rsid w:val="00327E5B"/>
    <w:rsid w:val="00336FDC"/>
    <w:rsid w:val="00343D07"/>
    <w:rsid w:val="00355923"/>
    <w:rsid w:val="00371A44"/>
    <w:rsid w:val="003735A2"/>
    <w:rsid w:val="00393BF9"/>
    <w:rsid w:val="00394085"/>
    <w:rsid w:val="003A515E"/>
    <w:rsid w:val="003B0E8E"/>
    <w:rsid w:val="003B146D"/>
    <w:rsid w:val="003B30AF"/>
    <w:rsid w:val="003B55A0"/>
    <w:rsid w:val="003E07B8"/>
    <w:rsid w:val="003F7081"/>
    <w:rsid w:val="004004D2"/>
    <w:rsid w:val="0040382B"/>
    <w:rsid w:val="004041A2"/>
    <w:rsid w:val="00405D5C"/>
    <w:rsid w:val="00422545"/>
    <w:rsid w:val="00436BB4"/>
    <w:rsid w:val="00450387"/>
    <w:rsid w:val="004619C7"/>
    <w:rsid w:val="00472A85"/>
    <w:rsid w:val="00473C97"/>
    <w:rsid w:val="00477B83"/>
    <w:rsid w:val="00496D2D"/>
    <w:rsid w:val="004A0542"/>
    <w:rsid w:val="004B72F5"/>
    <w:rsid w:val="004C05A9"/>
    <w:rsid w:val="004D67DF"/>
    <w:rsid w:val="004E0F98"/>
    <w:rsid w:val="004E4403"/>
    <w:rsid w:val="004E6D00"/>
    <w:rsid w:val="004F2D6F"/>
    <w:rsid w:val="0050175E"/>
    <w:rsid w:val="00503A8F"/>
    <w:rsid w:val="00506EA9"/>
    <w:rsid w:val="00536C17"/>
    <w:rsid w:val="0055089D"/>
    <w:rsid w:val="00551DB1"/>
    <w:rsid w:val="0056590D"/>
    <w:rsid w:val="005A7BC1"/>
    <w:rsid w:val="005B3279"/>
    <w:rsid w:val="005B5201"/>
    <w:rsid w:val="005B6441"/>
    <w:rsid w:val="005C60EE"/>
    <w:rsid w:val="005D05A5"/>
    <w:rsid w:val="005D4016"/>
    <w:rsid w:val="005D6EC1"/>
    <w:rsid w:val="00604617"/>
    <w:rsid w:val="00617C35"/>
    <w:rsid w:val="00620C5C"/>
    <w:rsid w:val="00624A23"/>
    <w:rsid w:val="006267DC"/>
    <w:rsid w:val="00627EAB"/>
    <w:rsid w:val="00635B1D"/>
    <w:rsid w:val="00635EB7"/>
    <w:rsid w:val="006570DF"/>
    <w:rsid w:val="006622F2"/>
    <w:rsid w:val="00691E7F"/>
    <w:rsid w:val="00694D00"/>
    <w:rsid w:val="00695992"/>
    <w:rsid w:val="006B0239"/>
    <w:rsid w:val="006B4DED"/>
    <w:rsid w:val="006C053E"/>
    <w:rsid w:val="006D0EA0"/>
    <w:rsid w:val="006D29A3"/>
    <w:rsid w:val="006F37B0"/>
    <w:rsid w:val="006F5BE3"/>
    <w:rsid w:val="006F63F4"/>
    <w:rsid w:val="00700485"/>
    <w:rsid w:val="007068EC"/>
    <w:rsid w:val="00721551"/>
    <w:rsid w:val="00721F66"/>
    <w:rsid w:val="00724D36"/>
    <w:rsid w:val="007347D7"/>
    <w:rsid w:val="007610D1"/>
    <w:rsid w:val="00765700"/>
    <w:rsid w:val="0077419F"/>
    <w:rsid w:val="00776B57"/>
    <w:rsid w:val="00780EE9"/>
    <w:rsid w:val="0078350E"/>
    <w:rsid w:val="00786FCC"/>
    <w:rsid w:val="007F51FC"/>
    <w:rsid w:val="00813DE2"/>
    <w:rsid w:val="0083274A"/>
    <w:rsid w:val="008368CA"/>
    <w:rsid w:val="008464E7"/>
    <w:rsid w:val="00855F9F"/>
    <w:rsid w:val="00862C6E"/>
    <w:rsid w:val="00867CB9"/>
    <w:rsid w:val="00875E41"/>
    <w:rsid w:val="00887B76"/>
    <w:rsid w:val="008929E5"/>
    <w:rsid w:val="008C0A95"/>
    <w:rsid w:val="008C611C"/>
    <w:rsid w:val="008D210E"/>
    <w:rsid w:val="008D6558"/>
    <w:rsid w:val="008E4740"/>
    <w:rsid w:val="008E5597"/>
    <w:rsid w:val="008F4FF2"/>
    <w:rsid w:val="00900128"/>
    <w:rsid w:val="009179ED"/>
    <w:rsid w:val="00921A1C"/>
    <w:rsid w:val="00932D62"/>
    <w:rsid w:val="00934470"/>
    <w:rsid w:val="00942A00"/>
    <w:rsid w:val="00945767"/>
    <w:rsid w:val="009630ED"/>
    <w:rsid w:val="009947EB"/>
    <w:rsid w:val="00994E96"/>
    <w:rsid w:val="009A2953"/>
    <w:rsid w:val="009A35C1"/>
    <w:rsid w:val="009C5937"/>
    <w:rsid w:val="00A10156"/>
    <w:rsid w:val="00A24CA7"/>
    <w:rsid w:val="00A442C3"/>
    <w:rsid w:val="00A47374"/>
    <w:rsid w:val="00A641AE"/>
    <w:rsid w:val="00A81F74"/>
    <w:rsid w:val="00AE0352"/>
    <w:rsid w:val="00AE49FC"/>
    <w:rsid w:val="00B0615D"/>
    <w:rsid w:val="00B53F53"/>
    <w:rsid w:val="00B729AF"/>
    <w:rsid w:val="00B7702E"/>
    <w:rsid w:val="00B9713A"/>
    <w:rsid w:val="00BD2D17"/>
    <w:rsid w:val="00BD71A9"/>
    <w:rsid w:val="00BE2CE9"/>
    <w:rsid w:val="00C00FF5"/>
    <w:rsid w:val="00C11BF8"/>
    <w:rsid w:val="00C34B6B"/>
    <w:rsid w:val="00C35FCB"/>
    <w:rsid w:val="00C54019"/>
    <w:rsid w:val="00C62D47"/>
    <w:rsid w:val="00C6528C"/>
    <w:rsid w:val="00C67E9D"/>
    <w:rsid w:val="00C73D4D"/>
    <w:rsid w:val="00CA5971"/>
    <w:rsid w:val="00CE785B"/>
    <w:rsid w:val="00D005F6"/>
    <w:rsid w:val="00D116FE"/>
    <w:rsid w:val="00D16A02"/>
    <w:rsid w:val="00D23A9D"/>
    <w:rsid w:val="00D301F5"/>
    <w:rsid w:val="00D408AF"/>
    <w:rsid w:val="00D817E1"/>
    <w:rsid w:val="00D85CBE"/>
    <w:rsid w:val="00D86F39"/>
    <w:rsid w:val="00DA2DD0"/>
    <w:rsid w:val="00DA3964"/>
    <w:rsid w:val="00DA542F"/>
    <w:rsid w:val="00DD0471"/>
    <w:rsid w:val="00DD35A4"/>
    <w:rsid w:val="00DE2BDC"/>
    <w:rsid w:val="00DF5DB3"/>
    <w:rsid w:val="00DF635E"/>
    <w:rsid w:val="00DF6FCA"/>
    <w:rsid w:val="00DF743B"/>
    <w:rsid w:val="00E04CB2"/>
    <w:rsid w:val="00E11D57"/>
    <w:rsid w:val="00E30C7C"/>
    <w:rsid w:val="00E3136F"/>
    <w:rsid w:val="00E3701A"/>
    <w:rsid w:val="00E44121"/>
    <w:rsid w:val="00E60670"/>
    <w:rsid w:val="00E70E23"/>
    <w:rsid w:val="00E743F3"/>
    <w:rsid w:val="00E85D71"/>
    <w:rsid w:val="00E92C07"/>
    <w:rsid w:val="00E93B48"/>
    <w:rsid w:val="00E955E5"/>
    <w:rsid w:val="00EA6824"/>
    <w:rsid w:val="00EB3823"/>
    <w:rsid w:val="00EB7EC5"/>
    <w:rsid w:val="00EC5D38"/>
    <w:rsid w:val="00ED6886"/>
    <w:rsid w:val="00EE204B"/>
    <w:rsid w:val="00EF418F"/>
    <w:rsid w:val="00F07E97"/>
    <w:rsid w:val="00F12035"/>
    <w:rsid w:val="00F34541"/>
    <w:rsid w:val="00F429DF"/>
    <w:rsid w:val="00F430AF"/>
    <w:rsid w:val="00F83F8E"/>
    <w:rsid w:val="00FC1BF1"/>
    <w:rsid w:val="00FC4F9D"/>
    <w:rsid w:val="00FD2C47"/>
    <w:rsid w:val="00FD6A5D"/>
    <w:rsid w:val="00FF5649"/>
    <w:rsid w:val="00FF6DB9"/>
    <w:rsid w:val="0E208CD6"/>
    <w:rsid w:val="2B7CBA36"/>
    <w:rsid w:val="53616D4C"/>
    <w:rsid w:val="6BA72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F673F5"/>
  <w15:chartTrackingRefBased/>
  <w15:docId w15:val="{471D9905-6380-42EF-8134-DE0D0C2FD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semiHidden/>
    <w:rPr>
      <w:rFonts w:eastAsia="Times New Roman" w:cs="Arial"/>
      <w:color w:val="000000"/>
      <w:sz w:val="22"/>
      <w:szCs w:val="22"/>
      <w:lang w:val="et-EE"/>
    </w:rPr>
  </w:style>
  <w:style w:type="character" w:styleId="CommentReference">
    <w:name w:val="annotation reference"/>
    <w:rsid w:val="00405D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405D5C"/>
    <w:rPr>
      <w:sz w:val="20"/>
      <w:szCs w:val="20"/>
    </w:rPr>
  </w:style>
  <w:style w:type="character" w:customStyle="1" w:styleId="CommentTextChar">
    <w:name w:val="Comment Text Char"/>
    <w:link w:val="CommentText"/>
    <w:rsid w:val="00405D5C"/>
    <w:rPr>
      <w:lang w:val="cs-C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5D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05D5C"/>
    <w:rPr>
      <w:rFonts w:ascii="Segoe UI" w:hAnsi="Segoe UI" w:cs="Segoe UI"/>
      <w:sz w:val="18"/>
      <w:szCs w:val="18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54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A0542"/>
    <w:rPr>
      <w:b/>
      <w:bCs/>
      <w:lang w:val="cs-CZ" w:eastAsia="en-US"/>
    </w:rPr>
  </w:style>
  <w:style w:type="paragraph" w:customStyle="1" w:styleId="Flietext">
    <w:name w:val="Fließtext"/>
    <w:basedOn w:val="Normal"/>
    <w:rsid w:val="00E60670"/>
    <w:pPr>
      <w:tabs>
        <w:tab w:val="left" w:pos="1418"/>
        <w:tab w:val="left" w:pos="2835"/>
        <w:tab w:val="left" w:pos="4253"/>
        <w:tab w:val="left" w:pos="5670"/>
        <w:tab w:val="left" w:pos="7088"/>
      </w:tabs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Default">
    <w:name w:val="Default"/>
    <w:rsid w:val="00285C0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t-EE"/>
    </w:rPr>
  </w:style>
  <w:style w:type="character" w:styleId="Hyperlink">
    <w:name w:val="Hyperlink"/>
    <w:uiPriority w:val="99"/>
    <w:unhideWhenUsed/>
    <w:rsid w:val="00285C0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285C0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724D36"/>
    <w:pPr>
      <w:spacing w:after="120"/>
    </w:pPr>
  </w:style>
  <w:style w:type="character" w:customStyle="1" w:styleId="BodyTextChar">
    <w:name w:val="Body Text Char"/>
    <w:link w:val="BodyText"/>
    <w:rsid w:val="00724D36"/>
    <w:rPr>
      <w:sz w:val="24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ur03.safelinks.protection.outlook.com/?url=https%3A%2F%2Fwww.linkedin.com%2Fcompany%2Felektrilevi%2F&amp;data=05%7C02%7CAntoni.Havi%40elektrilevi.ee%7C64e1ba99790d4aa4ac8508dd66ea18a7%7C15cd778b2b284ebc956cb5977a36cd28%7C0%7C0%7C638779877856874519%7CUnknown%7CTWFpbGZsb3d8eyJFbXB0eU1hcGkiOnRydWUsIlYiOiIwLjAuMDAwMCIsIlAiOiJXaW4zMiIsIkFOIjoiTWFpbCIsIldUIjoyfQ%3D%3D%7C0%7C%7C%7C&amp;sdata=jHumt5Dv1yemNgzjbOQHy2BU7f9JbQ%2BSeImIsceqgWM%3D&amp;reserved=0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s://eur03.safelinks.protection.outlook.com/?url=https%3A%2F%2Fmaru.elektrilevi.ee%2F&amp;data=05%7C02%7CAntoni.Havi%40elektrilevi.ee%7C64e1ba99790d4aa4ac8508dd66ea18a7%7C15cd778b2b284ebc956cb5977a36cd28%7C0%7C0%7C638779877856913226%7CUnknown%7CTWFpbGZsb3d8eyJFbXB0eU1hcGkiOnRydWUsIlYiOiIwLjAuMDAwMCIsIlAiOiJXaW4zMiIsIkFOIjoiTWFpbCIsIldUIjoyfQ%3D%3D%7C0%7C%7C%7C&amp;sdata=zUbCvRIISs08sie7iCS1f%2FEMfVqyraKOWH1FJlhQbyE%3D&amp;reserved=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png@01DC02EA.F2969570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ur03.safelinks.protection.outlook.com/?url=https%3A%2F%2Fwww.facebook.com%2Felektrilevi&amp;data=05%7C02%7CAntoni.Havi%40elektrilevi.ee%7C64e1ba99790d4aa4ac8508dd66ea18a7%7C15cd778b2b284ebc956cb5977a36cd28%7C0%7C0%7C638779877856894071%7CUnknown%7CTWFpbGZsb3d8eyJFbXB0eU1hcGkiOnRydWUsIlYiOiIwLjAuMDAwMCIsIlAiOiJXaW4zMiIsIkFOIjoiTWFpbCIsIldUIjoyfQ%3D%3D%7C0%7C%7C%7C&amp;sdata=Hrhg6SM%2B53GGa55%2B9Jz1xItvdEpK97bkTgVeY22amDM%3D&amp;reserved=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hyperlink" Target="http://www.elektrilevi.ee" TargetMode="External"/><Relationship Id="rId1" Type="http://schemas.openxmlformats.org/officeDocument/2006/relationships/hyperlink" Target="mailto:elektrilevi@elektrilevi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3A900C3AD4E946B4E61EFF31D5B049" ma:contentTypeVersion="18" ma:contentTypeDescription="Create a new document." ma:contentTypeScope="" ma:versionID="7a9f80951cb0aac4eb5968fb8d95c52d">
  <xsd:schema xmlns:xsd="http://www.w3.org/2001/XMLSchema" xmlns:xs="http://www.w3.org/2001/XMLSchema" xmlns:p="http://schemas.microsoft.com/office/2006/metadata/properties" xmlns:ns2="f262b641-c841-4fe0-a9ea-50c6de738f82" xmlns:ns3="15369fdd-7fe1-4e27-9ebd-a42608f0be7c" targetNamespace="http://schemas.microsoft.com/office/2006/metadata/properties" ma:root="true" ma:fieldsID="0565e9e29c661d1aeb58243fa8a526f2" ns2:_="" ns3:_="">
    <xsd:import namespace="f262b641-c841-4fe0-a9ea-50c6de738f82"/>
    <xsd:import namespace="15369fdd-7fe1-4e27-9ebd-a42608f0be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62b641-c841-4fe0-a9ea-50c6de738f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69fdd-7fe1-4e27-9ebd-a42608f0be7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c8f8a5c-3dc4-4fc2-9d87-2f2a354d9622}" ma:internalName="TaxCatchAll" ma:showField="CatchAllData" ma:web="15369fdd-7fe1-4e27-9ebd-a42608f0be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5369fdd-7fe1-4e27-9ebd-a42608f0be7c">
      <UserInfo>
        <DisplayName>Anne-Mai Hiob</DisplayName>
        <AccountId>459</AccountId>
        <AccountType/>
      </UserInfo>
    </SharedWithUsers>
    <lcf76f155ced4ddcb4097134ff3c332f xmlns="f262b641-c841-4fe0-a9ea-50c6de738f82">
      <Terms xmlns="http://schemas.microsoft.com/office/infopath/2007/PartnerControls"/>
    </lcf76f155ced4ddcb4097134ff3c332f>
    <TaxCatchAll xmlns="15369fdd-7fe1-4e27-9ebd-a42608f0be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A51622-9009-4FD5-A215-484818137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62b641-c841-4fe0-a9ea-50c6de738f82"/>
    <ds:schemaRef ds:uri="15369fdd-7fe1-4e27-9ebd-a42608f0be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9DECB8-1938-4F86-BBF3-17AB16440068}">
  <ds:schemaRefs>
    <ds:schemaRef ds:uri="http://schemas.microsoft.com/office/2006/metadata/properties"/>
    <ds:schemaRef ds:uri="http://schemas.microsoft.com/office/infopath/2007/PartnerControls"/>
    <ds:schemaRef ds:uri="15369fdd-7fe1-4e27-9ebd-a42608f0be7c"/>
    <ds:schemaRef ds:uri="f262b641-c841-4fe0-a9ea-50c6de738f82"/>
  </ds:schemaRefs>
</ds:datastoreItem>
</file>

<file path=customXml/itemProps3.xml><?xml version="1.0" encoding="utf-8"?>
<ds:datastoreItem xmlns:ds="http://schemas.openxmlformats.org/officeDocument/2006/customXml" ds:itemID="{6EB81164-1DD7-45B5-96D4-52F5FD9585A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56</TotalTime>
  <Pages>1</Pages>
  <Words>50</Words>
  <Characters>1764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Antoni Havi</cp:lastModifiedBy>
  <cp:revision>2</cp:revision>
  <cp:lastPrinted>2018-12-17T21:16:00Z</cp:lastPrinted>
  <dcterms:created xsi:type="dcterms:W3CDTF">2025-08-01T13:33:00Z</dcterms:created>
  <dcterms:modified xsi:type="dcterms:W3CDTF">2025-08-01T13:33:00Z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0x010100D83A900C3AD4E946B4E61EFF31D5B049</vt:lpwstr>
  </property>
</Properties>
</file>